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06C85DE" w:rsidR="00F862D6" w:rsidRPr="003E6B9A" w:rsidRDefault="006738B1" w:rsidP="0037111D">
            <w:r w:rsidRPr="006738B1">
              <w:rPr>
                <w:rFonts w:ascii="Helvetica" w:hAnsi="Helvetica"/>
              </w:rPr>
              <w:t>442/2025-SŽ-SSV-Ú3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73610" w:rsidRDefault="00F862D6" w:rsidP="0077673A">
            <w:bookmarkStart w:id="0" w:name="_GoBack"/>
            <w:bookmarkEnd w:id="0"/>
            <w:r w:rsidRPr="00673610">
              <w:t>Listů/příloh</w:t>
            </w:r>
          </w:p>
        </w:tc>
        <w:tc>
          <w:tcPr>
            <w:tcW w:w="2552" w:type="dxa"/>
          </w:tcPr>
          <w:p w14:paraId="333CD487" w14:textId="26CF6976" w:rsidR="00F862D6" w:rsidRPr="00673610" w:rsidRDefault="00673610" w:rsidP="00CC1E2B">
            <w:r w:rsidRPr="00673610">
              <w:t>2</w:t>
            </w:r>
            <w:r w:rsidR="003E6B9A" w:rsidRPr="00673610">
              <w:t>/</w:t>
            </w:r>
            <w:r w:rsidRPr="00673610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147C056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73610">
              <w:rPr>
                <w:noProof/>
              </w:rPr>
              <w:t>16.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A89AE7C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AF1E71">
        <w:rPr>
          <w:rFonts w:eastAsia="Calibri" w:cs="Times New Roman"/>
          <w:lang w:eastAsia="cs-CZ"/>
        </w:rPr>
        <w:t xml:space="preserve">dokumentace č. </w:t>
      </w:r>
      <w:r w:rsidR="00120AE5">
        <w:rPr>
          <w:rFonts w:eastAsia="Times New Roman" w:cs="Times New Roman"/>
          <w:lang w:eastAsia="cs-CZ"/>
        </w:rPr>
        <w:t>5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7E17FE6" w14:textId="77777777" w:rsidR="00AF1E71" w:rsidRDefault="00AF1E7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472EC55" w:rsidR="00BD5319" w:rsidRPr="00BD5319" w:rsidRDefault="00BD5319" w:rsidP="00AF1E71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F1E71">
        <w:rPr>
          <w:rFonts w:eastAsia="Calibri" w:cs="Times New Roman"/>
          <w:b/>
          <w:lang w:eastAsia="cs-CZ"/>
        </w:rPr>
        <w:t>42</w:t>
      </w:r>
      <w:r w:rsidRPr="00BD5319">
        <w:rPr>
          <w:rFonts w:eastAsia="Calibri" w:cs="Times New Roman"/>
          <w:b/>
          <w:lang w:eastAsia="cs-CZ"/>
        </w:rPr>
        <w:t>:</w:t>
      </w:r>
    </w:p>
    <w:p w14:paraId="4311D8D1" w14:textId="0CD71910" w:rsidR="00AF1E71" w:rsidRPr="00431FFC" w:rsidRDefault="00AF1E71" w:rsidP="00AF1E71">
      <w:pPr>
        <w:spacing w:after="0"/>
      </w:pPr>
      <w:r w:rsidRPr="00431FFC">
        <w:t>Dotaz k </w:t>
      </w:r>
      <w:r w:rsidRPr="00AF1E71">
        <w:rPr>
          <w:b/>
        </w:rPr>
        <w:t>SO 31-59-01</w:t>
      </w:r>
      <w:r w:rsidRPr="00431FFC">
        <w:t xml:space="preserve">  Dopravní opatření během stavby. Soupis prací daného objektu obsahuje položky: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840"/>
        <w:gridCol w:w="146"/>
        <w:gridCol w:w="5909"/>
        <w:gridCol w:w="292"/>
        <w:gridCol w:w="1146"/>
      </w:tblGrid>
      <w:tr w:rsidR="00AF1E71" w:rsidRPr="00431FFC" w14:paraId="4C3EA90A" w14:textId="77777777" w:rsidTr="00C53CA5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B79588" w14:textId="77777777" w:rsidR="00AF1E71" w:rsidRPr="00431FFC" w:rsidRDefault="00AF1E71" w:rsidP="00AF1E71">
            <w:pPr>
              <w:spacing w:after="0"/>
            </w:pPr>
            <w:r w:rsidRPr="00431FFC">
              <w:t>25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F04073" w14:textId="77777777" w:rsidR="00AF1E71" w:rsidRPr="00431FFC" w:rsidRDefault="00AF1E71" w:rsidP="00AF1E71">
            <w:pPr>
              <w:spacing w:after="0"/>
            </w:pPr>
            <w:r w:rsidRPr="00431FFC">
              <w:t>911FD1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E53E8A" w14:textId="77777777" w:rsidR="00AF1E71" w:rsidRPr="00431FFC" w:rsidRDefault="00AF1E71" w:rsidP="00AF1E71">
            <w:pPr>
              <w:spacing w:after="0"/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9D07E8" w14:textId="77777777" w:rsidR="00AF1E71" w:rsidRPr="00431FFC" w:rsidRDefault="00AF1E71" w:rsidP="00AF1E71">
            <w:pPr>
              <w:spacing w:after="0"/>
            </w:pPr>
            <w:r w:rsidRPr="00431FFC">
              <w:t>SVODIDLO BETON, ÚROVEŇ ZADRŽ H3 VÝŠ 1,2M - DODÁVKA A MONTÁŽ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45059A" w14:textId="77777777" w:rsidR="00AF1E71" w:rsidRPr="00431FFC" w:rsidRDefault="00AF1E71" w:rsidP="00AF1E71">
            <w:pPr>
              <w:spacing w:after="0"/>
            </w:pPr>
            <w:r w:rsidRPr="00431FFC">
              <w:t>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F4D93D" w14:textId="77777777" w:rsidR="00AF1E71" w:rsidRPr="00431FFC" w:rsidRDefault="00AF1E71" w:rsidP="00AF1E71">
            <w:pPr>
              <w:spacing w:after="0"/>
            </w:pPr>
            <w:r w:rsidRPr="00431FFC">
              <w:t>    114,400</w:t>
            </w:r>
          </w:p>
        </w:tc>
      </w:tr>
      <w:tr w:rsidR="00AF1E71" w:rsidRPr="00431FFC" w14:paraId="110B1407" w14:textId="77777777" w:rsidTr="00C53CA5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E7C119" w14:textId="77777777" w:rsidR="00AF1E71" w:rsidRPr="00431FFC" w:rsidRDefault="00AF1E71" w:rsidP="00AF1E71">
            <w:pPr>
              <w:spacing w:after="0"/>
            </w:pPr>
            <w:r w:rsidRPr="00431FFC">
              <w:t>27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E7A091" w14:textId="77777777" w:rsidR="00AF1E71" w:rsidRPr="00431FFC" w:rsidRDefault="00AF1E71" w:rsidP="00AF1E71">
            <w:pPr>
              <w:spacing w:after="0"/>
            </w:pPr>
            <w:r w:rsidRPr="00431FFC">
              <w:t>916621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07B544" w14:textId="77777777" w:rsidR="00AF1E71" w:rsidRPr="00431FFC" w:rsidRDefault="00AF1E71" w:rsidP="00AF1E71">
            <w:pPr>
              <w:spacing w:after="0"/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C1BC54" w14:textId="77777777" w:rsidR="00AF1E71" w:rsidRPr="00431FFC" w:rsidRDefault="00AF1E71" w:rsidP="00AF1E71">
            <w:pPr>
              <w:spacing w:after="0"/>
            </w:pPr>
            <w:r w:rsidRPr="00431FFC">
              <w:t>VODÍCÍ STĚNY Z DÍLCŮ BETON - DOD A MONTÁŽ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62DF6C" w14:textId="77777777" w:rsidR="00AF1E71" w:rsidRPr="00431FFC" w:rsidRDefault="00AF1E71" w:rsidP="00AF1E71">
            <w:pPr>
              <w:spacing w:after="0"/>
            </w:pPr>
            <w:r w:rsidRPr="00431FFC">
              <w:t>M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220449" w14:textId="77777777" w:rsidR="00AF1E71" w:rsidRPr="00431FFC" w:rsidRDefault="00AF1E71" w:rsidP="00AF1E71">
            <w:pPr>
              <w:spacing w:after="0"/>
            </w:pPr>
            <w:r w:rsidRPr="00431FFC">
              <w:t>    11,000</w:t>
            </w:r>
          </w:p>
        </w:tc>
      </w:tr>
    </w:tbl>
    <w:p w14:paraId="710C0A29" w14:textId="77777777" w:rsidR="00AF1E71" w:rsidRPr="00431FFC" w:rsidRDefault="00AF1E71" w:rsidP="00AF1E71">
      <w:pPr>
        <w:spacing w:after="0"/>
      </w:pPr>
    </w:p>
    <w:p w14:paraId="75EEC662" w14:textId="77777777" w:rsidR="00AF1E71" w:rsidRPr="00431FFC" w:rsidRDefault="00AF1E71" w:rsidP="00AF1E71">
      <w:pPr>
        <w:spacing w:after="0"/>
      </w:pPr>
      <w:r w:rsidRPr="00431FFC">
        <w:t>Položky jsou pro nákup a montáž trvalých svodidel, ale jelikož se jedná o dočasné použití, měly by být použity položky pro montáž bez nákupu. Dále by v tomto rozpočtu měly figurovat i položky pro nájem bet. svodidel.</w:t>
      </w:r>
    </w:p>
    <w:p w14:paraId="643D8D05" w14:textId="77777777" w:rsidR="00AF1E71" w:rsidRPr="00431FFC" w:rsidRDefault="00AF1E71" w:rsidP="00AF1E71">
      <w:pPr>
        <w:spacing w:after="0"/>
      </w:pPr>
      <w:r w:rsidRPr="00431FFC">
        <w:t>Jedná se o položky:</w:t>
      </w:r>
    </w:p>
    <w:p w14:paraId="2857D68E" w14:textId="77777777" w:rsidR="00AF1E71" w:rsidRPr="00431FFC" w:rsidRDefault="00AF1E71" w:rsidP="00AF1E71">
      <w:pPr>
        <w:spacing w:after="0"/>
      </w:pPr>
    </w:p>
    <w:p w14:paraId="4CCEC1FA" w14:textId="77777777" w:rsidR="00AF1E71" w:rsidRPr="00431FFC" w:rsidRDefault="00AF1E71" w:rsidP="00AF1E71">
      <w:pPr>
        <w:spacing w:after="0"/>
      </w:pPr>
      <w:r w:rsidRPr="00431FFC">
        <w:rPr>
          <w:noProof/>
          <w:lang w:val="en-US"/>
        </w:rPr>
        <w:drawing>
          <wp:inline distT="0" distB="0" distL="0" distR="0" wp14:anchorId="490E22AF" wp14:editId="3E556D30">
            <wp:extent cx="5760720" cy="195580"/>
            <wp:effectExtent l="0" t="0" r="11430" b="13970"/>
            <wp:docPr id="8204686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47D18" w14:textId="77777777" w:rsidR="00AF1E71" w:rsidRPr="00431FFC" w:rsidRDefault="00AF1E71" w:rsidP="00AF1E71">
      <w:pPr>
        <w:spacing w:after="0"/>
      </w:pPr>
      <w:r w:rsidRPr="00431FFC">
        <w:rPr>
          <w:noProof/>
          <w:lang w:val="en-US"/>
        </w:rPr>
        <w:drawing>
          <wp:inline distT="0" distB="0" distL="0" distR="0" wp14:anchorId="6E4AAD91" wp14:editId="41F1796E">
            <wp:extent cx="5760720" cy="266700"/>
            <wp:effectExtent l="0" t="0" r="11430" b="0"/>
            <wp:docPr id="99215602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FE36C" w14:textId="77777777" w:rsidR="00AF1E71" w:rsidRPr="00431FFC" w:rsidRDefault="00AF1E71" w:rsidP="00AF1E71">
      <w:pPr>
        <w:spacing w:after="0"/>
      </w:pPr>
      <w:r w:rsidRPr="00431FFC">
        <w:rPr>
          <w:noProof/>
          <w:lang w:val="en-US"/>
        </w:rPr>
        <w:drawing>
          <wp:inline distT="0" distB="0" distL="0" distR="0" wp14:anchorId="67CC3E36" wp14:editId="217B81E0">
            <wp:extent cx="5760720" cy="255270"/>
            <wp:effectExtent l="0" t="0" r="11430" b="11430"/>
            <wp:docPr id="1385650751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4A10B" w14:textId="77777777" w:rsidR="00AF1E71" w:rsidRPr="00431FFC" w:rsidRDefault="00AF1E71" w:rsidP="00AF1E71">
      <w:pPr>
        <w:spacing w:after="0"/>
      </w:pPr>
      <w:r w:rsidRPr="00431FFC">
        <w:rPr>
          <w:noProof/>
          <w:lang w:val="en-US"/>
        </w:rPr>
        <w:drawing>
          <wp:inline distT="0" distB="0" distL="0" distR="0" wp14:anchorId="1A322334" wp14:editId="107D378B">
            <wp:extent cx="5760720" cy="320040"/>
            <wp:effectExtent l="0" t="0" r="11430" b="3810"/>
            <wp:docPr id="763319927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2F1AC" w14:textId="77777777" w:rsidR="00AF1E71" w:rsidRPr="00431FFC" w:rsidRDefault="00AF1E71" w:rsidP="00AF1E71">
      <w:pPr>
        <w:spacing w:after="0"/>
      </w:pPr>
      <w:r w:rsidRPr="00431FFC">
        <w:t>Můžete upravit soupisy prací do souladu se zadáním?</w:t>
      </w:r>
    </w:p>
    <w:p w14:paraId="002E11A1" w14:textId="77777777" w:rsidR="00673610" w:rsidRPr="00BD5319" w:rsidRDefault="0067361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87748584"/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A8603AD" w14:textId="4F8AA169" w:rsidR="00575691" w:rsidRPr="00673610" w:rsidRDefault="00575691" w:rsidP="00575691">
      <w:pPr>
        <w:spacing w:after="0" w:line="240" w:lineRule="auto"/>
        <w:rPr>
          <w:rFonts w:eastAsia="Calibri" w:cs="Times New Roman"/>
          <w:bCs/>
          <w:lang w:eastAsia="cs-CZ"/>
        </w:rPr>
      </w:pPr>
      <w:r w:rsidRPr="00673610">
        <w:rPr>
          <w:rFonts w:eastAsia="Calibri" w:cs="Times New Roman"/>
          <w:bCs/>
          <w:lang w:eastAsia="cs-CZ"/>
        </w:rPr>
        <w:t>V soupisu prací byly vypuštěny položky č. 911FD1 a 916621. Namísto nich byly použity položky č. 911FD2 a 916622, zohledňující montáž (a demontáž) svodidel včetně jejich přesunu a všech spojovacích dílů a doplněny položky č. 911FD9 a 916629 zohledňující nájem svodidel.</w:t>
      </w:r>
    </w:p>
    <w:p w14:paraId="6247F3DD" w14:textId="77777777" w:rsidR="00575691" w:rsidRPr="00BD5319" w:rsidRDefault="00575691" w:rsidP="00575691">
      <w:pPr>
        <w:spacing w:after="0" w:line="240" w:lineRule="auto"/>
        <w:rPr>
          <w:rFonts w:eastAsia="Calibri" w:cs="Times New Roman"/>
          <w:b/>
          <w:lang w:eastAsia="cs-CZ"/>
        </w:rPr>
      </w:pPr>
    </w:p>
    <w:bookmarkEnd w:id="2"/>
    <w:p w14:paraId="567AFD61" w14:textId="77777777" w:rsidR="00120AE5" w:rsidRDefault="00120AE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7B3DFC" w14:textId="7C8CBBBC" w:rsidR="00120AE5" w:rsidRPr="00BD5319" w:rsidRDefault="00120AE5" w:rsidP="00120AE5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43</w:t>
      </w:r>
      <w:r w:rsidRPr="00BD5319">
        <w:rPr>
          <w:rFonts w:eastAsia="Calibri" w:cs="Times New Roman"/>
          <w:b/>
          <w:lang w:eastAsia="cs-CZ"/>
        </w:rPr>
        <w:t>:</w:t>
      </w:r>
    </w:p>
    <w:p w14:paraId="169962E8" w14:textId="569E5C77" w:rsidR="00AF1E71" w:rsidRPr="00120AE5" w:rsidRDefault="00120AE5" w:rsidP="00BD5319">
      <w:pPr>
        <w:spacing w:after="0" w:line="240" w:lineRule="auto"/>
        <w:rPr>
          <w:rFonts w:eastAsia="Calibri" w:cs="Times New Roman"/>
          <w:lang w:eastAsia="cs-CZ"/>
        </w:rPr>
      </w:pPr>
      <w:r w:rsidRPr="00120AE5">
        <w:rPr>
          <w:rFonts w:eastAsia="Calibri" w:cs="Times New Roman"/>
          <w:b/>
          <w:lang w:eastAsia="cs-CZ"/>
        </w:rPr>
        <w:t xml:space="preserve">SO 31-20-01 </w:t>
      </w:r>
      <w:r w:rsidRPr="00120AE5">
        <w:rPr>
          <w:rFonts w:eastAsia="Calibri" w:cs="Times New Roman"/>
          <w:lang w:eastAsia="cs-CZ"/>
        </w:rPr>
        <w:t>– pol. č. 35 - ZDI OPĚR, ZÁRUB, NÁBŘEŽ Z DÍLCŮ ŽELEZOBETON DO C30/37 - 36,0 m3. Dle našeho názoru a projektové dokumentace se nejedná o prefabrikovaný dílec, ale o monolitickou konstrukci. Opraví zadavatel soupis prací?</w:t>
      </w:r>
    </w:p>
    <w:p w14:paraId="4D661DE3" w14:textId="1240A0EC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3708897" w14:textId="77777777" w:rsidR="00120AE5" w:rsidRPr="00673610" w:rsidRDefault="00120AE5" w:rsidP="006738B1">
      <w:pPr>
        <w:spacing w:after="0"/>
        <w:rPr>
          <w:rFonts w:eastAsia="Calibri" w:cs="Times New Roman"/>
          <w:b/>
          <w:lang w:eastAsia="cs-CZ"/>
        </w:rPr>
      </w:pPr>
      <w:r w:rsidRPr="00673610">
        <w:rPr>
          <w:rFonts w:eastAsia="Calibri" w:cs="Times New Roman"/>
          <w:b/>
          <w:lang w:eastAsia="cs-CZ"/>
        </w:rPr>
        <w:t xml:space="preserve">Odpověď: </w:t>
      </w:r>
    </w:p>
    <w:p w14:paraId="546A3F98" w14:textId="5D88DD11" w:rsidR="00120AE5" w:rsidRPr="00673610" w:rsidRDefault="00414C06" w:rsidP="006738B1">
      <w:pPr>
        <w:spacing w:after="0"/>
        <w:rPr>
          <w:rFonts w:eastAsia="Times New Roman" w:cs="Times New Roman"/>
          <w:b/>
          <w:lang w:eastAsia="cs-CZ"/>
        </w:rPr>
      </w:pPr>
      <w:r w:rsidRPr="00673610">
        <w:rPr>
          <w:rFonts w:eastAsia="Times New Roman" w:cs="Times New Roman"/>
          <w:bCs/>
          <w:lang w:eastAsia="cs-CZ"/>
        </w:rPr>
        <w:t xml:space="preserve">Pol. </w:t>
      </w:r>
      <w:r w:rsidR="004E6A59" w:rsidRPr="00673610">
        <w:rPr>
          <w:rFonts w:eastAsia="Times New Roman" w:cs="Times New Roman"/>
          <w:bCs/>
          <w:lang w:eastAsia="cs-CZ"/>
        </w:rPr>
        <w:t xml:space="preserve">č. </w:t>
      </w:r>
      <w:r w:rsidRPr="00673610">
        <w:rPr>
          <w:rFonts w:eastAsia="Times New Roman" w:cs="Times New Roman"/>
          <w:bCs/>
          <w:lang w:eastAsia="cs-CZ"/>
        </w:rPr>
        <w:t xml:space="preserve">(327125) ZDI OPĚR, ZÁRUB, NÁBŘEŽ Z DÍLCŮ ŽELEZOBETON DO C30/37 vyměněna za pol. (327325) - ZDI OPĚRNÉ, ZÁR., NÁBŘEŽNÍ ZE ŽELEZOVÉHO BETONU DO C30/37. </w:t>
      </w:r>
      <w:r w:rsidRPr="00673610">
        <w:rPr>
          <w:rFonts w:eastAsia="Times New Roman" w:cs="Times New Roman"/>
          <w:b/>
          <w:lang w:eastAsia="cs-CZ"/>
        </w:rPr>
        <w:t>  </w:t>
      </w:r>
    </w:p>
    <w:p w14:paraId="3914425D" w14:textId="77777777" w:rsidR="00673610" w:rsidRDefault="00673610" w:rsidP="006738B1">
      <w:pPr>
        <w:spacing w:after="0"/>
        <w:rPr>
          <w:rFonts w:eastAsia="Times New Roman" w:cs="Times New Roman"/>
          <w:b/>
          <w:lang w:eastAsia="cs-CZ"/>
        </w:rPr>
      </w:pPr>
    </w:p>
    <w:p w14:paraId="0C5BFE48" w14:textId="32E93EA0" w:rsidR="006738B1" w:rsidRPr="00673610" w:rsidRDefault="006738B1" w:rsidP="006738B1">
      <w:pPr>
        <w:spacing w:after="0"/>
        <w:rPr>
          <w:rFonts w:eastAsia="Calibri" w:cs="Times New Roman"/>
          <w:b/>
          <w:lang w:eastAsia="cs-CZ"/>
        </w:rPr>
      </w:pPr>
      <w:r w:rsidRPr="00673610">
        <w:rPr>
          <w:rFonts w:eastAsia="Calibri" w:cs="Times New Roman"/>
          <w:b/>
          <w:lang w:eastAsia="cs-CZ"/>
        </w:rPr>
        <w:lastRenderedPageBreak/>
        <w:t>Dotaz č. 44:</w:t>
      </w:r>
    </w:p>
    <w:p w14:paraId="45AD3B78" w14:textId="420FE692" w:rsidR="006738B1" w:rsidRPr="00673610" w:rsidRDefault="006738B1" w:rsidP="006738B1">
      <w:pPr>
        <w:spacing w:after="0"/>
      </w:pPr>
      <w:r w:rsidRPr="00673610">
        <w:rPr>
          <w:b/>
        </w:rPr>
        <w:t>SO 31-81-02.1</w:t>
      </w:r>
      <w:r w:rsidRPr="00673610">
        <w:t xml:space="preserve"> – </w:t>
      </w:r>
      <w:r w:rsidRPr="00673610">
        <w:rPr>
          <w:bCs/>
        </w:rPr>
        <w:t>Trakční vedení - provizorní stav</w:t>
      </w:r>
      <w:r w:rsidRPr="00673610">
        <w:t xml:space="preserve">. </w:t>
      </w:r>
    </w:p>
    <w:p w14:paraId="21CF3992" w14:textId="77777777" w:rsidR="006738B1" w:rsidRPr="00673610" w:rsidRDefault="006738B1" w:rsidP="006738B1">
      <w:pPr>
        <w:spacing w:after="0"/>
      </w:pPr>
      <w:r w:rsidRPr="00673610">
        <w:t>Soupis prací daného objektu obsahuje položku č. 9 - Tyč sklolaminátová f 55 mm. Prosíme o uvedení délky jednotlivých výložníků ks/m.</w:t>
      </w:r>
    </w:p>
    <w:p w14:paraId="7FCDED10" w14:textId="77777777" w:rsidR="00673610" w:rsidRPr="00673610" w:rsidRDefault="00673610" w:rsidP="00D90D89">
      <w:pPr>
        <w:spacing w:after="0"/>
        <w:rPr>
          <w:rFonts w:eastAsia="Times New Roman" w:cs="Times New Roman"/>
          <w:b/>
          <w:lang w:eastAsia="cs-CZ"/>
        </w:rPr>
      </w:pPr>
    </w:p>
    <w:p w14:paraId="7EE107E4" w14:textId="0C464B93" w:rsidR="00D90D89" w:rsidRPr="00673610" w:rsidRDefault="00673610" w:rsidP="00D90D89">
      <w:pPr>
        <w:spacing w:after="0"/>
        <w:rPr>
          <w:rFonts w:eastAsia="Times New Roman" w:cs="Times New Roman"/>
          <w:b/>
          <w:lang w:eastAsia="cs-CZ"/>
        </w:rPr>
      </w:pPr>
      <w:r w:rsidRPr="00673610">
        <w:rPr>
          <w:rFonts w:eastAsia="Times New Roman" w:cs="Times New Roman"/>
          <w:b/>
          <w:lang w:eastAsia="cs-CZ"/>
        </w:rPr>
        <w:t>Odpověď:</w:t>
      </w:r>
    </w:p>
    <w:p w14:paraId="74AE6B30" w14:textId="37926349" w:rsidR="00D90D89" w:rsidRPr="00673610" w:rsidRDefault="00D90D89" w:rsidP="00D90D89">
      <w:pPr>
        <w:spacing w:after="0"/>
        <w:rPr>
          <w:rFonts w:eastAsia="Times New Roman" w:cs="Times New Roman"/>
          <w:bCs/>
          <w:lang w:eastAsia="cs-CZ"/>
        </w:rPr>
      </w:pPr>
      <w:r w:rsidRPr="00673610">
        <w:rPr>
          <w:rFonts w:eastAsia="Times New Roman" w:cs="Times New Roman"/>
          <w:bCs/>
          <w:lang w:eastAsia="cs-CZ"/>
        </w:rPr>
        <w:t xml:space="preserve">Všechny výložníky budou mít jednotnou délku 6 m, bylo doplněno do soupisu </w:t>
      </w:r>
      <w:r w:rsidR="00CF3FC4" w:rsidRPr="00673610">
        <w:rPr>
          <w:rFonts w:eastAsia="Times New Roman" w:cs="Times New Roman"/>
          <w:bCs/>
          <w:lang w:eastAsia="cs-CZ"/>
        </w:rPr>
        <w:t>prací do pol. č. R7492009</w:t>
      </w:r>
      <w:r w:rsidR="00F04F98" w:rsidRPr="00673610">
        <w:rPr>
          <w:rFonts w:eastAsia="Times New Roman" w:cs="Times New Roman"/>
          <w:bCs/>
          <w:lang w:eastAsia="cs-CZ"/>
        </w:rPr>
        <w:t>.</w:t>
      </w:r>
      <w:r w:rsidRPr="00673610">
        <w:rPr>
          <w:rFonts w:eastAsia="Times New Roman" w:cs="Times New Roman"/>
          <w:bCs/>
          <w:lang w:eastAsia="cs-CZ"/>
        </w:rPr>
        <w:t xml:space="preserve"> </w:t>
      </w:r>
    </w:p>
    <w:p w14:paraId="2370C644" w14:textId="054D8651" w:rsidR="00D90D89" w:rsidRPr="00673610" w:rsidRDefault="00D90D89" w:rsidP="00D90D89">
      <w:pPr>
        <w:spacing w:after="0"/>
        <w:rPr>
          <w:rFonts w:eastAsia="Times New Roman" w:cs="Times New Roman"/>
          <w:bCs/>
          <w:lang w:eastAsia="cs-CZ"/>
        </w:rPr>
      </w:pPr>
      <w:r w:rsidRPr="00673610">
        <w:rPr>
          <w:rFonts w:eastAsia="Times New Roman" w:cs="Times New Roman"/>
          <w:bCs/>
          <w:lang w:eastAsia="cs-CZ"/>
        </w:rPr>
        <w:t>Uvedením délek se cena v rozpočtu nemění.</w:t>
      </w:r>
    </w:p>
    <w:p w14:paraId="18979226" w14:textId="1A0C7487" w:rsidR="00120AE5" w:rsidRDefault="00120AE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ADF204E" w14:textId="77777777" w:rsidR="00673610" w:rsidRDefault="0067361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21ABF26" w14:textId="77777777" w:rsidR="00F9020B" w:rsidRDefault="00F9020B" w:rsidP="00F9020B">
      <w:pPr>
        <w:spacing w:after="0"/>
        <w:rPr>
          <w:rFonts w:asciiTheme="majorHAnsi" w:eastAsia="Times New Roman" w:hAnsiTheme="majorHAnsi" w:cs="Tahoma"/>
          <w:b/>
          <w:color w:val="000000"/>
          <w:lang w:eastAsia="cs-CZ"/>
        </w:rPr>
      </w:pP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Dotaz č. 6</w:t>
      </w:r>
      <w:r>
        <w:rPr>
          <w:rFonts w:asciiTheme="majorHAnsi" w:eastAsia="Times New Roman" w:hAnsiTheme="majorHAnsi" w:cs="Tahoma"/>
          <w:b/>
          <w:color w:val="000000"/>
          <w:lang w:eastAsia="cs-CZ"/>
        </w:rPr>
        <w:t>1</w:t>
      </w:r>
      <w:r w:rsidRPr="00187D94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</w:p>
    <w:p w14:paraId="07240DAB" w14:textId="77777777" w:rsidR="00F9020B" w:rsidRDefault="00F9020B" w:rsidP="00F9020B">
      <w:pPr>
        <w:spacing w:after="0"/>
      </w:pPr>
      <w:r>
        <w:t>Zadavatel v rámci Vysvětlení zadávací dokumentace č. 3 a č. 4 poskytl soupisy prací, které jsou zpracovány v odlišném formuláři ve vztahu k původnímu/originálnímu formuláři. V novém formuláři zcela neodpovídá řádkování položek v jednotlivých listech.</w:t>
      </w:r>
      <w:r w:rsidRPr="00BF168B">
        <w:t xml:space="preserve"> </w:t>
      </w:r>
    </w:p>
    <w:p w14:paraId="0D2D0C27" w14:textId="77777777" w:rsidR="00F9020B" w:rsidRDefault="00F9020B" w:rsidP="00F9020B">
      <w:pPr>
        <w:pStyle w:val="Odstavecseseznamem"/>
        <w:numPr>
          <w:ilvl w:val="0"/>
          <w:numId w:val="8"/>
        </w:numPr>
        <w:spacing w:after="0"/>
      </w:pPr>
      <w:r>
        <w:t xml:space="preserve">Prosíme zadavatele o poskytnutí nového/aktuálního soupisu prací ve stejném formuláři jako je ten originální.  </w:t>
      </w:r>
    </w:p>
    <w:p w14:paraId="1437DC08" w14:textId="77777777" w:rsidR="00F9020B" w:rsidRDefault="00F9020B" w:rsidP="00F9020B">
      <w:pPr>
        <w:pStyle w:val="Odstavecseseznamem"/>
        <w:numPr>
          <w:ilvl w:val="0"/>
          <w:numId w:val="8"/>
        </w:numPr>
        <w:spacing w:after="0"/>
      </w:pPr>
      <w:r>
        <w:t>Prosíme zadavatele, aby již dále neprováděl aktualizaci soupisu prací v odlišných formulářích od toho původního, tedy, aby zachoval původní strukturu včetně zachování řádkování jednotlivých položek.</w:t>
      </w:r>
    </w:p>
    <w:p w14:paraId="3E00EAA9" w14:textId="77777777" w:rsidR="00F9020B" w:rsidRDefault="00F9020B" w:rsidP="00F9020B">
      <w:pPr>
        <w:spacing w:after="0"/>
        <w:rPr>
          <w:rFonts w:asciiTheme="majorHAnsi" w:eastAsia="Times New Roman" w:hAnsiTheme="majorHAnsi" w:cs="Tahoma"/>
          <w:b/>
          <w:color w:val="000000"/>
          <w:lang w:eastAsia="cs-CZ"/>
        </w:rPr>
      </w:pPr>
    </w:p>
    <w:p w14:paraId="4437215F" w14:textId="77777777" w:rsidR="00F9020B" w:rsidRPr="00187D94" w:rsidRDefault="00F9020B" w:rsidP="00F9020B">
      <w:pPr>
        <w:spacing w:after="0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187D94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C24AE17" w14:textId="5942B324" w:rsidR="00F9020B" w:rsidRPr="00673610" w:rsidRDefault="00F9020B" w:rsidP="00F9020B">
      <w:pPr>
        <w:spacing w:after="0"/>
        <w:rPr>
          <w:rFonts w:asciiTheme="majorHAnsi" w:eastAsia="Calibri" w:hAnsiTheme="majorHAnsi" w:cs="Times New Roman"/>
          <w:lang w:eastAsia="cs-CZ"/>
        </w:rPr>
      </w:pPr>
      <w:r w:rsidRPr="00673610">
        <w:rPr>
          <w:rFonts w:asciiTheme="majorHAnsi" w:eastAsia="Calibri" w:hAnsiTheme="majorHAnsi" w:cs="Times New Roman"/>
          <w:b/>
          <w:lang w:eastAsia="cs-CZ"/>
        </w:rPr>
        <w:t>Ad a)</w:t>
      </w:r>
      <w:r w:rsidRPr="00673610">
        <w:rPr>
          <w:rFonts w:asciiTheme="majorHAnsi" w:eastAsia="Calibri" w:hAnsiTheme="majorHAnsi" w:cs="Times New Roman"/>
          <w:lang w:eastAsia="cs-CZ"/>
        </w:rPr>
        <w:t xml:space="preserve"> Přílohou tohoto vysvětlení je soubor ve shodném formátu, jako byl originál.</w:t>
      </w:r>
    </w:p>
    <w:p w14:paraId="12081A66" w14:textId="4DFFFE63" w:rsidR="00F9020B" w:rsidRPr="00673610" w:rsidRDefault="00F9020B" w:rsidP="00F9020B">
      <w:pPr>
        <w:spacing w:after="0"/>
        <w:rPr>
          <w:rFonts w:asciiTheme="majorHAnsi" w:eastAsia="Calibri" w:hAnsiTheme="majorHAnsi" w:cs="Times New Roman"/>
          <w:lang w:eastAsia="cs-CZ"/>
        </w:rPr>
      </w:pPr>
      <w:r w:rsidRPr="00673610">
        <w:rPr>
          <w:rFonts w:asciiTheme="majorHAnsi" w:eastAsia="Calibri" w:hAnsiTheme="majorHAnsi" w:cs="Times New Roman"/>
          <w:b/>
          <w:lang w:eastAsia="cs-CZ"/>
        </w:rPr>
        <w:t>Ad b)</w:t>
      </w:r>
      <w:r w:rsidRPr="00673610">
        <w:rPr>
          <w:rFonts w:asciiTheme="majorHAnsi" w:eastAsia="Calibri" w:hAnsiTheme="majorHAnsi" w:cs="Times New Roman"/>
          <w:lang w:eastAsia="cs-CZ"/>
        </w:rPr>
        <w:t xml:space="preserve"> V dalších soupisech prací už bude vždy zachována původní struktura.</w:t>
      </w:r>
    </w:p>
    <w:p w14:paraId="508715E1" w14:textId="695F3D5D" w:rsidR="006738B1" w:rsidRDefault="006738B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5C216D2" w14:textId="01F21756" w:rsidR="006738B1" w:rsidRDefault="006738B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32E6F8C" w14:textId="77777777" w:rsidR="00664163" w:rsidRPr="00673610" w:rsidRDefault="00664163" w:rsidP="0067361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D44E280" w14:textId="349F6144" w:rsidR="00673610" w:rsidRDefault="00673610" w:rsidP="00673610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 xml:space="preserve">změny/doplnění zadávací </w:t>
      </w:r>
      <w:r w:rsidRPr="00673610">
        <w:rPr>
          <w:rFonts w:eastAsia="Times New Roman" w:cs="Times New Roman"/>
          <w:b/>
          <w:lang w:eastAsia="cs-CZ"/>
        </w:rPr>
        <w:t>dokumentace</w:t>
      </w:r>
      <w:r w:rsidRPr="00673610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673610">
        <w:rPr>
          <w:rFonts w:eastAsia="Times New Roman" w:cs="Times New Roman"/>
          <w:lang w:eastAsia="cs-CZ"/>
        </w:rPr>
        <w:t>ust</w:t>
      </w:r>
      <w:proofErr w:type="spellEnd"/>
      <w:r w:rsidRPr="00673610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Pr="00673610">
        <w:rPr>
          <w:rFonts w:eastAsia="Times New Roman" w:cs="Times New Roman"/>
          <w:lang w:eastAsia="cs-CZ"/>
        </w:rPr>
        <w:t>30. 1. 2025</w:t>
      </w:r>
      <w:r w:rsidRPr="00673610">
        <w:rPr>
          <w:rFonts w:eastAsia="Times New Roman" w:cs="Times New Roman"/>
          <w:lang w:eastAsia="cs-CZ"/>
        </w:rPr>
        <w:t xml:space="preserve"> na den </w:t>
      </w:r>
      <w:r w:rsidRPr="00673610">
        <w:rPr>
          <w:rFonts w:eastAsia="Times New Roman" w:cs="Times New Roman"/>
          <w:b/>
          <w:lang w:eastAsia="cs-CZ"/>
        </w:rPr>
        <w:t>31. 1. 2025</w:t>
      </w:r>
      <w:r w:rsidRPr="00673610">
        <w:rPr>
          <w:rFonts w:eastAsia="Times New Roman" w:cs="Times New Roman"/>
          <w:lang w:eastAsia="cs-CZ"/>
        </w:rPr>
        <w:t>.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0FE4E137" w14:textId="26FA9997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9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512DD5" w:rsidRPr="00512DD5">
        <w:rPr>
          <w:rFonts w:eastAsia="Times New Roman" w:cs="Times New Roman"/>
          <w:lang w:eastAsia="cs-CZ"/>
        </w:rPr>
        <w:t>Z2024-063449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78567D4B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>rušíme datu</w:t>
      </w:r>
      <w:r w:rsidRPr="00673610">
        <w:rPr>
          <w:rFonts w:eastAsia="Times New Roman" w:cs="Times New Roman"/>
          <w:lang w:eastAsia="cs-CZ"/>
        </w:rPr>
        <w:t xml:space="preserve">m </w:t>
      </w:r>
      <w:r w:rsidR="00673610" w:rsidRPr="00673610">
        <w:rPr>
          <w:rFonts w:eastAsia="Times New Roman" w:cs="Times New Roman"/>
          <w:lang w:eastAsia="cs-CZ"/>
        </w:rPr>
        <w:t>30.1.2025</w:t>
      </w:r>
      <w:r w:rsidRPr="00673610">
        <w:rPr>
          <w:rFonts w:eastAsia="Times New Roman" w:cs="Times New Roman"/>
          <w:lang w:eastAsia="cs-CZ"/>
        </w:rPr>
        <w:t xml:space="preserve"> a </w:t>
      </w:r>
      <w:r w:rsidRPr="00673610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673610" w:rsidRPr="00673610">
        <w:rPr>
          <w:rFonts w:eastAsia="Times New Roman" w:cs="Times New Roman"/>
          <w:b/>
          <w:bCs/>
          <w:color w:val="000000" w:themeColor="text1"/>
          <w:lang w:eastAsia="cs-CZ"/>
        </w:rPr>
        <w:t>31.1.2025</w:t>
      </w:r>
      <w:r w:rsidRPr="00673610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0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0C374EE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E77CD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1569D15D" w14:textId="0CBBAC78" w:rsidR="009E77CD" w:rsidRPr="00673610" w:rsidRDefault="009E77CD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73610">
        <w:rPr>
          <w:rFonts w:eastAsia="Calibri" w:cs="Times New Roman"/>
          <w:bCs/>
          <w:lang w:eastAsia="cs-CZ"/>
        </w:rPr>
        <w:t>XDC_ZST-Brno-Zidenice_zm03_20250116.xml</w:t>
      </w:r>
    </w:p>
    <w:p w14:paraId="16D42813" w14:textId="596E923E" w:rsidR="009E77CD" w:rsidRPr="00673610" w:rsidRDefault="009E77CD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73610">
        <w:rPr>
          <w:rFonts w:eastAsia="Calibri" w:cs="Times New Roman"/>
          <w:bCs/>
          <w:lang w:eastAsia="cs-CZ"/>
        </w:rPr>
        <w:t>XLS_ZST-Brno-Zidenice_zm03_20250116.xlsx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542FAC3D" w:rsidR="00664163" w:rsidRPr="0067361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3610">
        <w:rPr>
          <w:rFonts w:eastAsia="Calibri" w:cs="Times New Roman"/>
          <w:lang w:eastAsia="cs-CZ"/>
        </w:rPr>
        <w:t xml:space="preserve">V Olomouci dne </w:t>
      </w:r>
      <w:r w:rsidR="00673610" w:rsidRPr="00673610">
        <w:rPr>
          <w:rFonts w:eastAsia="Calibri" w:cs="Times New Roman"/>
          <w:lang w:eastAsia="cs-CZ"/>
        </w:rPr>
        <w:t>16. 1. 2025</w:t>
      </w:r>
    </w:p>
    <w:p w14:paraId="6F75BA64" w14:textId="77777777" w:rsidR="00664163" w:rsidRPr="00673610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6163315D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699773" w14:textId="77777777" w:rsidR="00673610" w:rsidRPr="00673610" w:rsidRDefault="0067361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67361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67361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673610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673610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73610">
        <w:rPr>
          <w:rFonts w:eastAsia="Times New Roman" w:cs="Times New Roman"/>
          <w:b/>
          <w:bCs/>
          <w:lang w:eastAsia="cs-CZ"/>
        </w:rPr>
        <w:t>Ing. Miroslav Bocák</w:t>
      </w:r>
      <w:r w:rsidRPr="00673610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67361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73610">
        <w:rPr>
          <w:rFonts w:eastAsia="Times New Roman" w:cs="Times New Roman"/>
          <w:lang w:eastAsia="cs-CZ"/>
        </w:rPr>
        <w:t>ředitel organizační jednotky</w:t>
      </w:r>
      <w:r w:rsidRPr="00673610">
        <w:rPr>
          <w:rFonts w:eastAsia="Times New Roman" w:cs="Times New Roman"/>
          <w:lang w:eastAsia="cs-CZ"/>
        </w:rPr>
        <w:tab/>
      </w:r>
    </w:p>
    <w:p w14:paraId="5DEDC136" w14:textId="77777777" w:rsidR="00664163" w:rsidRPr="00673610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73610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673610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BD5319" w:rsidSect="002A59FE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80E121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48C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48C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49194AB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48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48C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9ED7121"/>
    <w:multiLevelType w:val="hybridMultilevel"/>
    <w:tmpl w:val="2256B9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66116"/>
    <w:rsid w:val="00072C1E"/>
    <w:rsid w:val="0007316D"/>
    <w:rsid w:val="00097042"/>
    <w:rsid w:val="000B3A82"/>
    <w:rsid w:val="000B6C7E"/>
    <w:rsid w:val="000B7907"/>
    <w:rsid w:val="000C0429"/>
    <w:rsid w:val="000C45E8"/>
    <w:rsid w:val="00114472"/>
    <w:rsid w:val="00120AE5"/>
    <w:rsid w:val="001267E4"/>
    <w:rsid w:val="00170EC5"/>
    <w:rsid w:val="001747C1"/>
    <w:rsid w:val="0018596A"/>
    <w:rsid w:val="001B69C2"/>
    <w:rsid w:val="001C4DA0"/>
    <w:rsid w:val="00207DF5"/>
    <w:rsid w:val="00252F20"/>
    <w:rsid w:val="00267369"/>
    <w:rsid w:val="0026785D"/>
    <w:rsid w:val="0027216F"/>
    <w:rsid w:val="00273CE2"/>
    <w:rsid w:val="00296D39"/>
    <w:rsid w:val="002A59FE"/>
    <w:rsid w:val="002C31BF"/>
    <w:rsid w:val="002E0CD7"/>
    <w:rsid w:val="002F026B"/>
    <w:rsid w:val="002F450F"/>
    <w:rsid w:val="0033209D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14C06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E6A59"/>
    <w:rsid w:val="004F4B9B"/>
    <w:rsid w:val="00501654"/>
    <w:rsid w:val="00511AB9"/>
    <w:rsid w:val="00512DD5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691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4163"/>
    <w:rsid w:val="00673610"/>
    <w:rsid w:val="006738B1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D440B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2E7C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E77CD"/>
    <w:rsid w:val="009F392E"/>
    <w:rsid w:val="00A148C1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AF1E71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581F"/>
    <w:rsid w:val="00C727E5"/>
    <w:rsid w:val="00C8207D"/>
    <w:rsid w:val="00CA374E"/>
    <w:rsid w:val="00CB5457"/>
    <w:rsid w:val="00CB7B5A"/>
    <w:rsid w:val="00CC1E2B"/>
    <w:rsid w:val="00CD1FC4"/>
    <w:rsid w:val="00CE371D"/>
    <w:rsid w:val="00CF3FC4"/>
    <w:rsid w:val="00D02A4D"/>
    <w:rsid w:val="00D21061"/>
    <w:rsid w:val="00D316A7"/>
    <w:rsid w:val="00D4108E"/>
    <w:rsid w:val="00D479E8"/>
    <w:rsid w:val="00D548C8"/>
    <w:rsid w:val="00D6163D"/>
    <w:rsid w:val="00D63009"/>
    <w:rsid w:val="00D831A3"/>
    <w:rsid w:val="00D86FFB"/>
    <w:rsid w:val="00D902AD"/>
    <w:rsid w:val="00D90D89"/>
    <w:rsid w:val="00DA6FFE"/>
    <w:rsid w:val="00DC3110"/>
    <w:rsid w:val="00DD46F3"/>
    <w:rsid w:val="00DD58A6"/>
    <w:rsid w:val="00DE56F2"/>
    <w:rsid w:val="00DF116D"/>
    <w:rsid w:val="00E10710"/>
    <w:rsid w:val="00E824F1"/>
    <w:rsid w:val="00E9347D"/>
    <w:rsid w:val="00EB104F"/>
    <w:rsid w:val="00ED14BD"/>
    <w:rsid w:val="00F01440"/>
    <w:rsid w:val="00F04F98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9020B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cid:image004.png@01DB64F7.E9168AF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cid:image001.png@01DB64F7.9051A0D0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cid:image003.png@01DB64F7.9051A0D0" TargetMode="External"/><Relationship Id="rId20" Type="http://schemas.openxmlformats.org/officeDocument/2006/relationships/hyperlink" Target="https://zakazky.szd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vvz.nipez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2.png@01DB64F7.9051A0D0" TargetMode="External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/field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341381-A91D-451E-94B3-5D3D5D3D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</TotalTime>
  <Pages>2</Pages>
  <Words>583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2019-02-22T13:28:00Z</cp:lastPrinted>
  <dcterms:created xsi:type="dcterms:W3CDTF">2025-01-16T09:04:00Z</dcterms:created>
  <dcterms:modified xsi:type="dcterms:W3CDTF">2025-01-16T12:32:00Z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